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70" w:rsidRPr="00A13222" w:rsidRDefault="00565D70" w:rsidP="00A132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13222">
        <w:rPr>
          <w:rFonts w:ascii="Times New Roman" w:hAnsi="Times New Roman" w:cs="Times New Roman"/>
          <w:sz w:val="20"/>
          <w:szCs w:val="20"/>
        </w:rPr>
        <w:t>Załącznik nr 2</w:t>
      </w:r>
    </w:p>
    <w:p w:rsidR="00565D70" w:rsidRDefault="00565D70" w:rsidP="00A132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3222">
        <w:rPr>
          <w:rFonts w:ascii="Times New Roman" w:hAnsi="Times New Roman" w:cs="Times New Roman"/>
          <w:sz w:val="20"/>
          <w:szCs w:val="20"/>
        </w:rPr>
        <w:tab/>
      </w:r>
      <w:r w:rsidRPr="00A13222">
        <w:rPr>
          <w:rFonts w:ascii="Times New Roman" w:hAnsi="Times New Roman" w:cs="Times New Roman"/>
          <w:sz w:val="20"/>
          <w:szCs w:val="20"/>
        </w:rPr>
        <w:tab/>
      </w:r>
      <w:r w:rsidRPr="00A13222">
        <w:rPr>
          <w:rFonts w:ascii="Times New Roman" w:hAnsi="Times New Roman" w:cs="Times New Roman"/>
          <w:sz w:val="20"/>
          <w:szCs w:val="20"/>
        </w:rPr>
        <w:tab/>
      </w:r>
      <w:r w:rsidRPr="00A13222">
        <w:rPr>
          <w:rFonts w:ascii="Times New Roman" w:hAnsi="Times New Roman" w:cs="Times New Roman"/>
          <w:sz w:val="20"/>
          <w:szCs w:val="20"/>
        </w:rPr>
        <w:tab/>
      </w:r>
      <w:r w:rsidRPr="00A13222">
        <w:rPr>
          <w:rFonts w:ascii="Times New Roman" w:hAnsi="Times New Roman" w:cs="Times New Roman"/>
          <w:sz w:val="20"/>
          <w:szCs w:val="20"/>
        </w:rPr>
        <w:tab/>
      </w:r>
      <w:r w:rsidRPr="00A13222">
        <w:rPr>
          <w:rFonts w:ascii="Times New Roman" w:hAnsi="Times New Roman" w:cs="Times New Roman"/>
          <w:sz w:val="20"/>
          <w:szCs w:val="20"/>
        </w:rPr>
        <w:tab/>
      </w:r>
      <w:r w:rsidRPr="00A1322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</w:t>
      </w:r>
      <w:r w:rsidRPr="00A13222">
        <w:rPr>
          <w:rFonts w:ascii="Times New Roman" w:hAnsi="Times New Roman" w:cs="Times New Roman"/>
          <w:sz w:val="20"/>
          <w:szCs w:val="20"/>
        </w:rPr>
        <w:t xml:space="preserve">o Zarządzenia </w:t>
      </w:r>
      <w:r>
        <w:rPr>
          <w:rFonts w:ascii="Times New Roman" w:hAnsi="Times New Roman" w:cs="Times New Roman"/>
          <w:sz w:val="20"/>
          <w:szCs w:val="20"/>
        </w:rPr>
        <w:t xml:space="preserve"> Nr 27/12 </w:t>
      </w:r>
      <w:r w:rsidRPr="00A13222">
        <w:rPr>
          <w:rFonts w:ascii="Times New Roman" w:hAnsi="Times New Roman" w:cs="Times New Roman"/>
          <w:sz w:val="20"/>
          <w:szCs w:val="20"/>
        </w:rPr>
        <w:t>Burmistrza Lidzbarka</w:t>
      </w:r>
    </w:p>
    <w:p w:rsidR="00565D70" w:rsidRPr="00A13222" w:rsidRDefault="00565D70" w:rsidP="00A132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 dnia 26 kwietnia 2012r.</w:t>
      </w:r>
    </w:p>
    <w:p w:rsidR="00565D70" w:rsidRDefault="00565D70" w:rsidP="00D275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5D70" w:rsidRPr="00A13222" w:rsidRDefault="00565D70" w:rsidP="00D27555">
      <w:pPr>
        <w:jc w:val="right"/>
        <w:rPr>
          <w:rFonts w:ascii="Times New Roman" w:hAnsi="Times New Roman" w:cs="Times New Roman"/>
          <w:sz w:val="28"/>
          <w:szCs w:val="28"/>
        </w:rPr>
      </w:pPr>
      <w:r w:rsidRPr="00A13222">
        <w:rPr>
          <w:rFonts w:ascii="Times New Roman" w:hAnsi="Times New Roman" w:cs="Times New Roman"/>
          <w:sz w:val="28"/>
          <w:szCs w:val="28"/>
        </w:rPr>
        <w:t>Lidzbark dnia 04.04.2012r.</w:t>
      </w:r>
    </w:p>
    <w:p w:rsidR="00565D70" w:rsidRPr="00A13222" w:rsidRDefault="00565D70" w:rsidP="00D2755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13222">
        <w:rPr>
          <w:rFonts w:ascii="Times New Roman" w:hAnsi="Times New Roman" w:cs="Times New Roman"/>
          <w:b/>
          <w:bCs/>
          <w:sz w:val="28"/>
          <w:szCs w:val="28"/>
          <w:u w:val="single"/>
        </w:rPr>
        <w:t>UPOWAŻNIENIE</w:t>
      </w:r>
    </w:p>
    <w:p w:rsidR="00565D70" w:rsidRPr="00A13222" w:rsidRDefault="00565D70" w:rsidP="00D275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222">
        <w:rPr>
          <w:rFonts w:ascii="Times New Roman" w:hAnsi="Times New Roman" w:cs="Times New Roman"/>
          <w:b/>
          <w:bCs/>
          <w:sz w:val="28"/>
          <w:szCs w:val="28"/>
        </w:rPr>
        <w:t xml:space="preserve"> DO DOKONANIA OPRACOWANIA ANALIZ RYZYK DLA URZĘDU MIASTA I GMINY LIDZBARK ORAZ JEDNOSTEK ORGANIZACYJNYCH GMINY NA 2012R.</w:t>
      </w:r>
    </w:p>
    <w:p w:rsidR="00565D70" w:rsidRPr="00A13222" w:rsidRDefault="00565D70" w:rsidP="00D27555">
      <w:pPr>
        <w:rPr>
          <w:rFonts w:ascii="Times New Roman" w:hAnsi="Times New Roman" w:cs="Times New Roman"/>
          <w:sz w:val="28"/>
          <w:szCs w:val="28"/>
        </w:rPr>
      </w:pPr>
    </w:p>
    <w:p w:rsidR="00565D70" w:rsidRPr="00A13222" w:rsidRDefault="00565D70" w:rsidP="00490C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222">
        <w:rPr>
          <w:rFonts w:ascii="Times New Roman" w:hAnsi="Times New Roman" w:cs="Times New Roman"/>
          <w:sz w:val="28"/>
          <w:szCs w:val="28"/>
        </w:rPr>
        <w:t xml:space="preserve">Na podstawie Art. 276 w związku z Art. 272 i Art. 273 ustawy z dnia 27.08.2009r o finansach publicznych (Dz. U. Nr 157, poz. 1240 z późn. zm.). Upoważniam Pana Henryka Samborskiego działającego w imieniu Stowarzyszenia Skarbników Samorządowych Warmii i Mazur w Szczytnie do : opracowania analizy ryzyk dla Urzędu Miasta i Gminy i jednostek organizacyjnych Gminy oraz projektu planu audytu na rok 2012r. </w:t>
      </w:r>
    </w:p>
    <w:p w:rsidR="00565D70" w:rsidRPr="00A13222" w:rsidRDefault="00565D70" w:rsidP="00490C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222">
        <w:rPr>
          <w:rFonts w:ascii="Times New Roman" w:hAnsi="Times New Roman" w:cs="Times New Roman"/>
          <w:sz w:val="28"/>
          <w:szCs w:val="28"/>
        </w:rPr>
        <w:t>Zadanie zlecone zostanie przeprowadzone na podstawie Rozporządzenia Ministra Finansów z dnia 01.02.2010r w sprawie przeprowadzania i dokumentowania audytu wewnętrznego (Dz. U. Nr 21, poz. 108). Przeprowadzając audyt będą stosowane głównie przepisy określone w Komunikacie nr. 4 Ministra Finansów z 20.05.2011r w sprawie standardów audytu wewnętrznego dla  jednostek sektora finansów publicznych (Dz. Urz. MF. z dnia 20.10.2011r Nr 5, poz. 23). Upoważnienie służy do wglądu w dokumenty dotyczące planowanych zadań zapewniających dla Urzędu Miasta i Gminy Lidzbark oraz jednostek organizacyjnych Gminy Lidzbark bez ograniczeń w zakresie zleconych zadań do wykonania.</w:t>
      </w:r>
    </w:p>
    <w:p w:rsidR="00565D70" w:rsidRPr="00A13222" w:rsidRDefault="00565D70" w:rsidP="003F3D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222">
        <w:rPr>
          <w:rFonts w:ascii="Times New Roman" w:hAnsi="Times New Roman" w:cs="Times New Roman"/>
          <w:sz w:val="28"/>
          <w:szCs w:val="28"/>
        </w:rPr>
        <w:t xml:space="preserve"> Usługę wykonać należy na podstawie Umowy Nr 10/2012 z dnia 30.03.2012r. w terminie do dnia 30.04.2012r.</w:t>
      </w:r>
      <w:bookmarkStart w:id="0" w:name="_GoBack"/>
      <w:bookmarkEnd w:id="0"/>
    </w:p>
    <w:sectPr w:rsidR="00565D70" w:rsidRPr="00A13222" w:rsidSect="00A13222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555"/>
    <w:rsid w:val="00044B9B"/>
    <w:rsid w:val="003B2CC1"/>
    <w:rsid w:val="003F3DAF"/>
    <w:rsid w:val="00463E44"/>
    <w:rsid w:val="00490CFF"/>
    <w:rsid w:val="004C0317"/>
    <w:rsid w:val="00565D70"/>
    <w:rsid w:val="00646E5C"/>
    <w:rsid w:val="006A7415"/>
    <w:rsid w:val="0078201F"/>
    <w:rsid w:val="0078296C"/>
    <w:rsid w:val="007B5F0F"/>
    <w:rsid w:val="00920AC6"/>
    <w:rsid w:val="009A57E7"/>
    <w:rsid w:val="00A13222"/>
    <w:rsid w:val="00A54962"/>
    <w:rsid w:val="00BB597C"/>
    <w:rsid w:val="00D27555"/>
    <w:rsid w:val="00E13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55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9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206</Words>
  <Characters>1239</Characters>
  <Application>Microsoft Office Outlook</Application>
  <DocSecurity>0</DocSecurity>
  <Lines>0</Lines>
  <Paragraphs>0</Paragraphs>
  <ScaleCrop>false</ScaleCrop>
  <Company>Urząd Miasta i Gminy w Lidzbarku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Lidzbark dnia 04</dc:title>
  <dc:subject/>
  <dc:creator>Stowarzyszenie</dc:creator>
  <cp:keywords/>
  <dc:description/>
  <cp:lastModifiedBy>urzad</cp:lastModifiedBy>
  <cp:revision>3</cp:revision>
  <dcterms:created xsi:type="dcterms:W3CDTF">2012-04-27T08:36:00Z</dcterms:created>
  <dcterms:modified xsi:type="dcterms:W3CDTF">2012-04-27T08:44:00Z</dcterms:modified>
</cp:coreProperties>
</file>